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1AF7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A4F0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2980866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D5D3D">
        <w:rPr>
          <w:rFonts w:ascii="Corbel" w:hAnsi="Corbel"/>
          <w:b/>
          <w:smallCaps/>
          <w:sz w:val="24"/>
          <w:szCs w:val="24"/>
        </w:rPr>
        <w:t>202</w:t>
      </w:r>
      <w:r w:rsidR="00D30748">
        <w:rPr>
          <w:rFonts w:ascii="Corbel" w:hAnsi="Corbel"/>
          <w:b/>
          <w:smallCaps/>
          <w:sz w:val="24"/>
          <w:szCs w:val="24"/>
        </w:rPr>
        <w:t>1-</w:t>
      </w:r>
      <w:r w:rsidR="00FD5D3D">
        <w:rPr>
          <w:rFonts w:ascii="Corbel" w:hAnsi="Corbel"/>
          <w:b/>
          <w:smallCaps/>
          <w:sz w:val="24"/>
          <w:szCs w:val="24"/>
        </w:rPr>
        <w:t>202</w:t>
      </w:r>
      <w:r w:rsidR="00D30748">
        <w:rPr>
          <w:rFonts w:ascii="Corbel" w:hAnsi="Corbel"/>
          <w:b/>
          <w:smallCaps/>
          <w:sz w:val="24"/>
          <w:szCs w:val="24"/>
        </w:rPr>
        <w:t>3</w:t>
      </w:r>
    </w:p>
    <w:p w14:paraId="639BC8C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67DE" w14:textId="3651D8D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D5D3D">
        <w:rPr>
          <w:rFonts w:ascii="Corbel" w:hAnsi="Corbel"/>
          <w:sz w:val="20"/>
          <w:szCs w:val="20"/>
        </w:rPr>
        <w:t>202</w:t>
      </w:r>
      <w:r w:rsidR="00D30748">
        <w:rPr>
          <w:rFonts w:ascii="Corbel" w:hAnsi="Corbel"/>
          <w:sz w:val="20"/>
          <w:szCs w:val="20"/>
        </w:rPr>
        <w:t>1</w:t>
      </w:r>
      <w:r w:rsidR="00FD5D3D">
        <w:rPr>
          <w:rFonts w:ascii="Corbel" w:hAnsi="Corbel"/>
          <w:sz w:val="20"/>
          <w:szCs w:val="20"/>
        </w:rPr>
        <w:t>/202</w:t>
      </w:r>
      <w:r w:rsidR="00D30748">
        <w:rPr>
          <w:rFonts w:ascii="Corbel" w:hAnsi="Corbel"/>
          <w:sz w:val="20"/>
          <w:szCs w:val="20"/>
        </w:rPr>
        <w:t>2</w:t>
      </w:r>
    </w:p>
    <w:p w14:paraId="686492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2639F6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2639F6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9C54AE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3A7CFF95" w:rsidR="0085747A" w:rsidRPr="009C54AE" w:rsidRDefault="009316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74C4BC69" w:rsidR="00ED72AE" w:rsidRPr="009C54AE" w:rsidRDefault="0093165D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9C54AE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2067AD5C" w:rsidR="0085747A" w:rsidRPr="009C54AE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9C54AE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ED72AE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6248E6AE" w:rsidR="00ED72AE" w:rsidRPr="009C54AE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66F2F82" w:rsidR="00015B8F" w:rsidRPr="009C54AE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D6CD539" w:rsidR="00015B8F" w:rsidRPr="009C54AE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ED72AE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="0085747A"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97580D" w14:textId="77777777" w:rsidR="009C54AE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450B41" w14:textId="77777777" w:rsidTr="00745302">
        <w:tc>
          <w:tcPr>
            <w:tcW w:w="9670" w:type="dxa"/>
          </w:tcPr>
          <w:p w14:paraId="655DC7EF" w14:textId="77777777" w:rsidR="0085747A" w:rsidRPr="009C54AE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ED72AE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ED72AE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ED72AE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ED72AE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3F38F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D539BA" w14:textId="77777777" w:rsidR="0077766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4E1F4CE" w14:textId="05BA5B82" w:rsidR="0085747A" w:rsidRPr="009C54AE" w:rsidRDefault="00777668" w:rsidP="0077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54B0EA" w14:textId="77777777" w:rsidTr="00ED72AE">
        <w:tc>
          <w:tcPr>
            <w:tcW w:w="1681" w:type="dxa"/>
          </w:tcPr>
          <w:p w14:paraId="5C2580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2639F6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CD4B803" w14:textId="77777777" w:rsidTr="00ED72AE">
        <w:tc>
          <w:tcPr>
            <w:tcW w:w="1681" w:type="dxa"/>
          </w:tcPr>
          <w:p w14:paraId="6413F4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A837D42" w14:textId="77777777" w:rsidTr="00ED72AE">
        <w:tc>
          <w:tcPr>
            <w:tcW w:w="1681" w:type="dxa"/>
          </w:tcPr>
          <w:p w14:paraId="27A404C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9C54AE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ED72AE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wobec uczniów</w:t>
            </w:r>
            <w:r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9C54AE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243EC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>
              <w:rPr>
                <w:rFonts w:ascii="Corbel" w:hAnsi="Corbel"/>
                <w:sz w:val="24"/>
                <w:szCs w:val="24"/>
              </w:rPr>
              <w:t>z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>
              <w:rPr>
                <w:rFonts w:ascii="Corbel" w:hAnsi="Corbel"/>
                <w:sz w:val="24"/>
                <w:szCs w:val="24"/>
              </w:rPr>
              <w:t>rozwojowymi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9C54AE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ED72AE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w celu pomocy</w:t>
            </w:r>
            <w:r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9C54AE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9C54AE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A625CA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 świetle aktualnych regulacji prawnych.</w:t>
            </w:r>
          </w:p>
        </w:tc>
      </w:tr>
      <w:tr w:rsidR="00C92758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A625CA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777777" w:rsidR="00C92758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K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>ształcenia i wychowania uczniów ze spec</w:t>
            </w:r>
            <w:r w:rsidRPr="00A625CA">
              <w:rPr>
                <w:rFonts w:ascii="Corbel" w:hAnsi="Corbel"/>
                <w:sz w:val="24"/>
                <w:szCs w:val="24"/>
              </w:rPr>
              <w:t>jalnymi potrzebami edukacyjnymi przegląd wybranych koncepcji.</w:t>
            </w:r>
          </w:p>
        </w:tc>
      </w:tr>
    </w:tbl>
    <w:p w14:paraId="0E43C359" w14:textId="77777777" w:rsidR="00C92758" w:rsidRPr="009C54AE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4944F1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9C54AE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A625CA" w:rsidRPr="009C54AE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Seksualność młodzieży z niepełnosprawnością. </w:t>
            </w:r>
          </w:p>
        </w:tc>
      </w:tr>
      <w:tr w:rsidR="00A625CA" w:rsidRPr="009C54AE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praktyczne.</w:t>
            </w:r>
          </w:p>
        </w:tc>
      </w:tr>
    </w:tbl>
    <w:p w14:paraId="0C89C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EA67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>W</w:t>
      </w:r>
      <w:r w:rsidR="0085747A" w:rsidRPr="00EA6737">
        <w:rPr>
          <w:rFonts w:ascii="Corbel" w:hAnsi="Corbel"/>
          <w:b w:val="0"/>
          <w:smallCaps w:val="0"/>
          <w:szCs w:val="24"/>
        </w:rPr>
        <w:t>ykład</w:t>
      </w:r>
      <w:r w:rsidRPr="00EA6737">
        <w:rPr>
          <w:rFonts w:ascii="Corbel" w:hAnsi="Corbel"/>
          <w:b w:val="0"/>
          <w:smallCaps w:val="0"/>
          <w:szCs w:val="24"/>
        </w:rPr>
        <w:t>: wykład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A673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EA6737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A673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A6737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A6737">
        <w:rPr>
          <w:rFonts w:ascii="Corbel" w:hAnsi="Corbel"/>
          <w:b w:val="0"/>
          <w:smallCaps w:val="0"/>
          <w:szCs w:val="24"/>
        </w:rPr>
        <w:t>praca w </w:t>
      </w:r>
      <w:r w:rsidR="0085747A" w:rsidRPr="00EA6737">
        <w:rPr>
          <w:rFonts w:ascii="Corbel" w:hAnsi="Corbel"/>
          <w:b w:val="0"/>
          <w:smallCaps w:val="0"/>
          <w:szCs w:val="24"/>
        </w:rPr>
        <w:t>grupach</w:t>
      </w:r>
      <w:r w:rsidR="0071620A" w:rsidRPr="00EA6737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A6737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A6737">
        <w:rPr>
          <w:rFonts w:ascii="Corbel" w:hAnsi="Corbel"/>
          <w:b w:val="0"/>
          <w:smallCaps w:val="0"/>
          <w:szCs w:val="24"/>
        </w:rPr>
        <w:t>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EA6737">
        <w:rPr>
          <w:rFonts w:ascii="Corbel" w:hAnsi="Corbel"/>
          <w:b w:val="0"/>
          <w:smallCaps w:val="0"/>
          <w:szCs w:val="24"/>
        </w:rPr>
        <w:t>)</w:t>
      </w:r>
      <w:r w:rsidR="00BF2C41" w:rsidRPr="00EA6737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EA67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083F" w:rsidRPr="009D083F" w14:paraId="529E4640" w14:textId="77777777" w:rsidTr="00C92758">
        <w:tc>
          <w:tcPr>
            <w:tcW w:w="1962" w:type="dxa"/>
          </w:tcPr>
          <w:p w14:paraId="6744AEAA" w14:textId="7DA91330" w:rsidR="009D083F" w:rsidRPr="009D083F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78004494" w14:textId="77777777" w:rsidTr="00C92758">
        <w:tc>
          <w:tcPr>
            <w:tcW w:w="1962" w:type="dxa"/>
          </w:tcPr>
          <w:p w14:paraId="1CF9F2DF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9D083F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9D083F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9D083F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9D083F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D1016A"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9D083F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9D083F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243EC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9C54AE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9078C5" w14:textId="77777777" w:rsidTr="00923D7D">
        <w:tc>
          <w:tcPr>
            <w:tcW w:w="4962" w:type="dxa"/>
          </w:tcPr>
          <w:p w14:paraId="4018964C" w14:textId="77777777" w:rsidR="0085747A" w:rsidRPr="00BC304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G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30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30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C3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3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09CDA085" w:rsidR="0085747A" w:rsidRPr="009C54AE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4E6F89E4" w14:textId="77777777" w:rsidTr="00923D7D">
        <w:tc>
          <w:tcPr>
            <w:tcW w:w="4962" w:type="dxa"/>
          </w:tcPr>
          <w:p w14:paraId="5A760B1C" w14:textId="77777777" w:rsidR="00C61DC5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BC304F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BC304F">
              <w:rPr>
                <w:rFonts w:ascii="Corbel" w:hAnsi="Corbel"/>
                <w:sz w:val="24"/>
                <w:szCs w:val="24"/>
              </w:rPr>
              <w:t>w kolokwium</w:t>
            </w:r>
            <w:r w:rsidRPr="00BC3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7777777" w:rsidR="00C61DC5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97C66C3" w14:textId="77777777" w:rsidTr="00923D7D">
        <w:tc>
          <w:tcPr>
            <w:tcW w:w="4962" w:type="dxa"/>
          </w:tcPr>
          <w:p w14:paraId="2809C4CC" w14:textId="77777777" w:rsidR="0071620A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CF9F34" w14:textId="77777777" w:rsidR="00C61DC5" w:rsidRPr="00BC304F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(przygotowanie do zajęć, przygotowanie do kolokwium, studiowanie literatury)</w:t>
            </w:r>
          </w:p>
        </w:tc>
        <w:tc>
          <w:tcPr>
            <w:tcW w:w="4677" w:type="dxa"/>
          </w:tcPr>
          <w:p w14:paraId="4D1B403E" w14:textId="2EE8E125" w:rsidR="00C61DC5" w:rsidRPr="009C54AE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5234DFE7" w14:textId="77777777" w:rsidTr="00923D7D">
        <w:tc>
          <w:tcPr>
            <w:tcW w:w="4962" w:type="dxa"/>
          </w:tcPr>
          <w:p w14:paraId="247F11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D6D6A45" w14:textId="77777777" w:rsidTr="00923D7D">
        <w:tc>
          <w:tcPr>
            <w:tcW w:w="4962" w:type="dxa"/>
          </w:tcPr>
          <w:p w14:paraId="517E95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797538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89A121C" w14:textId="77777777" w:rsidR="00243ECC" w:rsidRPr="009C54AE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lastRenderedPageBreak/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797538" w:rsidRDefault="00243ECC" w:rsidP="00797538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9C54AE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B5B1C" w14:textId="77777777" w:rsidR="00410B5E" w:rsidRDefault="00410B5E" w:rsidP="00C16ABF">
      <w:pPr>
        <w:spacing w:after="0" w:line="240" w:lineRule="auto"/>
      </w:pPr>
      <w:r>
        <w:separator/>
      </w:r>
    </w:p>
  </w:endnote>
  <w:endnote w:type="continuationSeparator" w:id="0">
    <w:p w14:paraId="03900F84" w14:textId="77777777" w:rsidR="00410B5E" w:rsidRDefault="00410B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4CC03" w14:textId="77777777" w:rsidR="00410B5E" w:rsidRDefault="00410B5E" w:rsidP="00C16ABF">
      <w:pPr>
        <w:spacing w:after="0" w:line="240" w:lineRule="auto"/>
      </w:pPr>
      <w:r>
        <w:separator/>
      </w:r>
    </w:p>
  </w:footnote>
  <w:footnote w:type="continuationSeparator" w:id="0">
    <w:p w14:paraId="36F8981B" w14:textId="77777777" w:rsidR="00410B5E" w:rsidRDefault="00410B5E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66195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B5E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68"/>
    <w:rsid w:val="00780C9C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7F78FD"/>
    <w:rsid w:val="00811772"/>
    <w:rsid w:val="0081554D"/>
    <w:rsid w:val="0081707E"/>
    <w:rsid w:val="00844138"/>
    <w:rsid w:val="008449B3"/>
    <w:rsid w:val="00845221"/>
    <w:rsid w:val="0085747A"/>
    <w:rsid w:val="00884922"/>
    <w:rsid w:val="00885F64"/>
    <w:rsid w:val="008917F9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65D"/>
    <w:rsid w:val="009345F9"/>
    <w:rsid w:val="009508DF"/>
    <w:rsid w:val="00950DAC"/>
    <w:rsid w:val="00954A07"/>
    <w:rsid w:val="0096453C"/>
    <w:rsid w:val="00984C4A"/>
    <w:rsid w:val="00997F14"/>
    <w:rsid w:val="009A78D9"/>
    <w:rsid w:val="009C1331"/>
    <w:rsid w:val="009C3E31"/>
    <w:rsid w:val="009C54AE"/>
    <w:rsid w:val="009C788E"/>
    <w:rsid w:val="009C7CD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240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C60"/>
    <w:rsid w:val="00C92758"/>
    <w:rsid w:val="00C94B98"/>
    <w:rsid w:val="00CA2B96"/>
    <w:rsid w:val="00CA5089"/>
    <w:rsid w:val="00CA5BF1"/>
    <w:rsid w:val="00CB42CB"/>
    <w:rsid w:val="00CB4CA5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748"/>
    <w:rsid w:val="00D30A21"/>
    <w:rsid w:val="00D352C9"/>
    <w:rsid w:val="00D360F6"/>
    <w:rsid w:val="00D425B2"/>
    <w:rsid w:val="00D428D6"/>
    <w:rsid w:val="00D552B2"/>
    <w:rsid w:val="00D608D1"/>
    <w:rsid w:val="00D616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7E88"/>
    <w:rsid w:val="00E8107D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182D"/>
    <w:rsid w:val="00F526AF"/>
    <w:rsid w:val="00F617C3"/>
    <w:rsid w:val="00F7066B"/>
    <w:rsid w:val="00F83B28"/>
    <w:rsid w:val="00F850AC"/>
    <w:rsid w:val="00F97200"/>
    <w:rsid w:val="00FA46E5"/>
    <w:rsid w:val="00FA695D"/>
    <w:rsid w:val="00FB7DBA"/>
    <w:rsid w:val="00FC1C25"/>
    <w:rsid w:val="00FC3F45"/>
    <w:rsid w:val="00FD1D2C"/>
    <w:rsid w:val="00FD503F"/>
    <w:rsid w:val="00FD5D3D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4D04-F3C0-4ECC-A60C-892EC1C2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1017</Words>
  <Characters>6102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2020-10-15T08:04:00Z</cp:lastPrinted>
  <dcterms:created xsi:type="dcterms:W3CDTF">2019-11-18T13:03:00Z</dcterms:created>
  <dcterms:modified xsi:type="dcterms:W3CDTF">2021-09-27T08:19:00Z</dcterms:modified>
</cp:coreProperties>
</file>